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D3" w:rsidRDefault="00F125D3">
      <w:pPr>
        <w:pStyle w:val="Heading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8.5pt;margin-top:0;width:348.75pt;height:64.8pt;z-index:251659776" o:allowincell="f" filled="f" stroked="f">
            <v:textbox>
              <w:txbxContent>
                <w:p w:rsidR="00F125D3" w:rsidRPr="00EF19D9" w:rsidRDefault="00F125D3">
                  <w:pPr>
                    <w:jc w:val="center"/>
                    <w:rPr>
                      <w:b/>
                      <w:bCs/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DNA</w:t>
                  </w:r>
                  <w:r w:rsidRPr="00EF19D9">
                    <w:rPr>
                      <w:b/>
                      <w:bCs/>
                      <w:sz w:val="52"/>
                      <w:szCs w:val="5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0;margin-top:0;width:547.2pt;height:28.8pt;z-index:251655680" o:allowincell="f" filled="f" stroked="f">
            <v:textbox>
              <w:txbxContent>
                <w:p w:rsidR="00F125D3" w:rsidRPr="00EF19D9" w:rsidRDefault="00F125D3" w:rsidP="00EF19D9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F125D3" w:rsidRDefault="00F125D3">
      <w:pPr>
        <w:rPr>
          <w:b/>
          <w:bCs/>
          <w:sz w:val="28"/>
          <w:szCs w:val="28"/>
        </w:rPr>
      </w:pPr>
    </w:p>
    <w:p w:rsidR="00F125D3" w:rsidRDefault="00F125D3">
      <w:pPr>
        <w:rPr>
          <w:b/>
          <w:bCs/>
          <w:sz w:val="28"/>
          <w:szCs w:val="28"/>
        </w:rPr>
      </w:pPr>
    </w:p>
    <w:p w:rsidR="00F125D3" w:rsidRDefault="00F125D3">
      <w:pPr>
        <w:rPr>
          <w:b/>
          <w:bCs/>
          <w:sz w:val="28"/>
          <w:szCs w:val="28"/>
        </w:rPr>
      </w:pPr>
    </w:p>
    <w:p w:rsidR="00F125D3" w:rsidRDefault="00F125D3">
      <w:pPr>
        <w:rPr>
          <w:b/>
          <w:bCs/>
          <w:sz w:val="28"/>
          <w:szCs w:val="28"/>
        </w:rPr>
      </w:pPr>
    </w:p>
    <w:p w:rsidR="00F125D3" w:rsidRDefault="00F125D3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 id="_x0000_s1028" type="#_x0000_t202" style="position:absolute;left:0;text-align:left;margin-left:352.8pt;margin-top:41.9pt;width:151.2pt;height:468pt;z-index:251658752" o:allowincell="f" filled="f" stroked="f">
            <v:textbox>
              <w:txbxContent>
                <w:p w:rsidR="00F125D3" w:rsidRDefault="00F125D3"/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194.4pt;margin-top:41.9pt;width:2in;height:468pt;z-index:251657728" o:allowincell="f" filled="f" stroked="f">
            <v:textbox>
              <w:txbxContent>
                <w:p w:rsidR="00F125D3" w:rsidRDefault="00F125D3"/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36pt;margin-top:41.9pt;width:2in;height:468pt;z-index:251656704" o:allowincell="f" filled="f" stroked="f">
            <v:textbox>
              <w:txbxContent>
                <w:p w:rsidR="00F125D3" w:rsidRDefault="00F125D3"/>
              </w:txbxContent>
            </v:textbox>
          </v:shape>
        </w:pict>
      </w:r>
      <w:r w:rsidRPr="00D471DF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D_kwl.jpg" style="width:484.5pt;height:516pt;visibility:visible">
            <v:imagedata r:id="rId4" o:title=""/>
          </v:shape>
        </w:pict>
      </w:r>
    </w:p>
    <w:p w:rsidR="00F125D3" w:rsidRDefault="00F125D3">
      <w:pPr>
        <w:jc w:val="center"/>
        <w:rPr>
          <w:b/>
          <w:bCs/>
          <w:sz w:val="28"/>
          <w:szCs w:val="28"/>
        </w:rPr>
      </w:pPr>
    </w:p>
    <w:p w:rsidR="00F125D3" w:rsidRDefault="00F125D3">
      <w:pPr>
        <w:jc w:val="center"/>
        <w:rPr>
          <w:b/>
          <w:bCs/>
          <w:sz w:val="28"/>
          <w:szCs w:val="28"/>
        </w:rPr>
      </w:pPr>
    </w:p>
    <w:p w:rsidR="00F125D3" w:rsidRDefault="00F125D3">
      <w:pPr>
        <w:jc w:val="center"/>
        <w:rPr>
          <w:b/>
          <w:bCs/>
          <w:sz w:val="28"/>
          <w:szCs w:val="28"/>
        </w:rPr>
      </w:pPr>
    </w:p>
    <w:p w:rsidR="00F125D3" w:rsidRDefault="00F125D3">
      <w:pPr>
        <w:jc w:val="right"/>
      </w:pPr>
    </w:p>
    <w:sectPr w:rsidR="00F125D3" w:rsidSect="006E4B48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19D9"/>
    <w:rsid w:val="002C4BF1"/>
    <w:rsid w:val="00326B7F"/>
    <w:rsid w:val="004D2246"/>
    <w:rsid w:val="006E4B48"/>
    <w:rsid w:val="0081710B"/>
    <w:rsid w:val="00D471DF"/>
    <w:rsid w:val="00E53CF3"/>
    <w:rsid w:val="00EF19D9"/>
    <w:rsid w:val="00F1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B4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4B48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3D0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E53C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3CF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53CF3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onway\AppData\Roaming\Microsoft\Templates\EdWorld_KWL_Cha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EdWorld_KWL_Chart</Template>
  <TotalTime>0</TotalTime>
  <Pages>1</Pages>
  <Words>2</Words>
  <Characters>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License Compliant</dc:creator>
  <cp:keywords/>
  <dc:description/>
  <cp:lastModifiedBy>License Complaint</cp:lastModifiedBy>
  <cp:revision>2</cp:revision>
  <dcterms:created xsi:type="dcterms:W3CDTF">2011-03-18T16:13:00Z</dcterms:created>
  <dcterms:modified xsi:type="dcterms:W3CDTF">2011-03-18T16:13:00Z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TC018878959991</vt:lpwstr>
  </property>
</Properties>
</file>